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1359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59F8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D7608">
        <w:rPr>
          <w:rFonts w:ascii="Arial Narrow" w:hAnsi="Arial Narrow"/>
          <w:noProof/>
          <w:sz w:val="22"/>
          <w:lang w:val="de-DE"/>
        </w:rPr>
        <w:t>03.11.2014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11359E" w:rsidRDefault="00A119B7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Bierpong</w:t>
      </w:r>
      <w:proofErr w:type="spellEnd"/>
      <w:r>
        <w:rPr>
          <w:rFonts w:ascii="Arial Narrow" w:hAnsi="Arial Narrow"/>
          <w:sz w:val="22"/>
          <w:lang w:val="de-DE"/>
        </w:rPr>
        <w:t xml:space="preserve">  (13.11.14)</w:t>
      </w:r>
    </w:p>
    <w:p w:rsidR="00495655" w:rsidRPr="00495655" w:rsidRDefault="00495655" w:rsidP="0049565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Billiard</w:t>
      </w:r>
      <w:proofErr w:type="spellEnd"/>
    </w:p>
    <w:p w:rsidR="001F702B" w:rsidRDefault="00A119B7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6215F5" w:rsidRDefault="006215F5" w:rsidP="006215F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Auto</w:t>
      </w:r>
    </w:p>
    <w:p w:rsidR="00A959A7" w:rsidRDefault="00A959A7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3D Projektor</w:t>
      </w:r>
    </w:p>
    <w:p w:rsidR="00A959A7" w:rsidRDefault="00A959A7" w:rsidP="00A959A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Gelder</w:t>
      </w:r>
    </w:p>
    <w:p w:rsidR="00A959A7" w:rsidRDefault="00A959A7" w:rsidP="00A959A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Angebote</w:t>
      </w:r>
    </w:p>
    <w:p w:rsidR="00A959A7" w:rsidRDefault="00A959A7" w:rsidP="00A959A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Periode Vorführung</w:t>
      </w:r>
    </w:p>
    <w:p w:rsidR="00A03467" w:rsidRDefault="00A959A7" w:rsidP="00D3009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Website</w:t>
      </w:r>
    </w:p>
    <w:p w:rsidR="00D30096" w:rsidRDefault="00D30096" w:rsidP="00D3009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VST</w:t>
      </w:r>
    </w:p>
    <w:p w:rsidR="006215F5" w:rsidRPr="006215F5" w:rsidRDefault="006215F5" w:rsidP="006215F5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Strukturplan</w:t>
      </w:r>
    </w:p>
    <w:p w:rsidR="00D30096" w:rsidRDefault="00D30096" w:rsidP="00D3009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6215F5" w:rsidRPr="00D30096" w:rsidRDefault="006215F5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Drucker A3 Angebote raussuchen</w:t>
      </w:r>
      <w:bookmarkStart w:id="0" w:name="_GoBack"/>
      <w:bookmarkEnd w:id="0"/>
    </w:p>
    <w:p w:rsidR="00621D7B" w:rsidRPr="006215F5" w:rsidRDefault="00BA10A5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621D7B" w:rsidRPr="006215F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215F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0C34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D7608"/>
    <w:rsid w:val="000F11BA"/>
    <w:rsid w:val="00103636"/>
    <w:rsid w:val="0011359E"/>
    <w:rsid w:val="0011608E"/>
    <w:rsid w:val="001364FA"/>
    <w:rsid w:val="0014473D"/>
    <w:rsid w:val="00144E86"/>
    <w:rsid w:val="001C7E80"/>
    <w:rsid w:val="001D0B7A"/>
    <w:rsid w:val="001D3317"/>
    <w:rsid w:val="001D47FD"/>
    <w:rsid w:val="001F3140"/>
    <w:rsid w:val="001F5D4C"/>
    <w:rsid w:val="001F702B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59F8"/>
    <w:rsid w:val="004108F1"/>
    <w:rsid w:val="00425EF5"/>
    <w:rsid w:val="004359A0"/>
    <w:rsid w:val="004375F3"/>
    <w:rsid w:val="00441B0C"/>
    <w:rsid w:val="00462DFF"/>
    <w:rsid w:val="00487AF4"/>
    <w:rsid w:val="00495655"/>
    <w:rsid w:val="004D1F62"/>
    <w:rsid w:val="00501683"/>
    <w:rsid w:val="00501BD9"/>
    <w:rsid w:val="00543129"/>
    <w:rsid w:val="00577F83"/>
    <w:rsid w:val="005A059C"/>
    <w:rsid w:val="005B1C22"/>
    <w:rsid w:val="005B4ED3"/>
    <w:rsid w:val="005F45A2"/>
    <w:rsid w:val="00602994"/>
    <w:rsid w:val="00606F9B"/>
    <w:rsid w:val="0061697B"/>
    <w:rsid w:val="006215F5"/>
    <w:rsid w:val="00621D7B"/>
    <w:rsid w:val="00633B6B"/>
    <w:rsid w:val="00662ED4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A5A62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6395A"/>
    <w:rsid w:val="008743D8"/>
    <w:rsid w:val="008C250E"/>
    <w:rsid w:val="008D16EC"/>
    <w:rsid w:val="008D2BDB"/>
    <w:rsid w:val="008D31B4"/>
    <w:rsid w:val="008F7364"/>
    <w:rsid w:val="00927544"/>
    <w:rsid w:val="009301A0"/>
    <w:rsid w:val="00937828"/>
    <w:rsid w:val="009757B0"/>
    <w:rsid w:val="009906B7"/>
    <w:rsid w:val="009B7B2F"/>
    <w:rsid w:val="009D3E73"/>
    <w:rsid w:val="009D6592"/>
    <w:rsid w:val="009E6CE4"/>
    <w:rsid w:val="009F732F"/>
    <w:rsid w:val="00A03467"/>
    <w:rsid w:val="00A05515"/>
    <w:rsid w:val="00A119B7"/>
    <w:rsid w:val="00A27303"/>
    <w:rsid w:val="00A448D9"/>
    <w:rsid w:val="00A44D35"/>
    <w:rsid w:val="00A87E62"/>
    <w:rsid w:val="00A94BC2"/>
    <w:rsid w:val="00A959A7"/>
    <w:rsid w:val="00AA3FE8"/>
    <w:rsid w:val="00AE757F"/>
    <w:rsid w:val="00AF264D"/>
    <w:rsid w:val="00B25462"/>
    <w:rsid w:val="00B262CA"/>
    <w:rsid w:val="00B31937"/>
    <w:rsid w:val="00B51224"/>
    <w:rsid w:val="00B814BA"/>
    <w:rsid w:val="00B83D82"/>
    <w:rsid w:val="00BA10A5"/>
    <w:rsid w:val="00BC3578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83493"/>
    <w:rsid w:val="00CA5DF7"/>
    <w:rsid w:val="00CB5BD5"/>
    <w:rsid w:val="00CD7327"/>
    <w:rsid w:val="00CF0EE6"/>
    <w:rsid w:val="00D24AA6"/>
    <w:rsid w:val="00D3009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41521"/>
    <w:rsid w:val="00E52891"/>
    <w:rsid w:val="00E66A27"/>
    <w:rsid w:val="00E7581B"/>
    <w:rsid w:val="00E81768"/>
    <w:rsid w:val="00E90352"/>
    <w:rsid w:val="00E97E93"/>
    <w:rsid w:val="00EA30A5"/>
    <w:rsid w:val="00EB31F2"/>
    <w:rsid w:val="00F15EEB"/>
    <w:rsid w:val="00F54566"/>
    <w:rsid w:val="00F64182"/>
    <w:rsid w:val="00F834DE"/>
    <w:rsid w:val="00F94C0D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56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6</cp:revision>
  <cp:lastPrinted>2014-10-27T11:37:00Z</cp:lastPrinted>
  <dcterms:created xsi:type="dcterms:W3CDTF">2014-11-03T10:36:00Z</dcterms:created>
  <dcterms:modified xsi:type="dcterms:W3CDTF">2014-11-03T11:49:00Z</dcterms:modified>
</cp:coreProperties>
</file>